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5BD39" w14:textId="077D69D9" w:rsidR="004C4CC1" w:rsidRPr="0073098A" w:rsidRDefault="004C4CC1" w:rsidP="0016212E">
      <w:pPr>
        <w:spacing w:line="360" w:lineRule="exact"/>
        <w:jc w:val="right"/>
        <w:rPr>
          <w:rFonts w:ascii="Times New Roman" w:hAnsi="Times New Roman"/>
          <w:sz w:val="24"/>
        </w:rPr>
      </w:pPr>
      <w:r w:rsidRPr="0016212E">
        <w:rPr>
          <w:rFonts w:hint="eastAsia"/>
          <w:kern w:val="0"/>
          <w:sz w:val="24"/>
        </w:rPr>
        <w:t>医</w:t>
      </w:r>
      <w:r w:rsidR="0016212E">
        <w:rPr>
          <w:rFonts w:hint="eastAsia"/>
          <w:kern w:val="0"/>
          <w:sz w:val="24"/>
        </w:rPr>
        <w:t xml:space="preserve"> </w:t>
      </w:r>
      <w:r w:rsidRPr="0016212E">
        <w:rPr>
          <w:rFonts w:hint="eastAsia"/>
          <w:kern w:val="0"/>
          <w:sz w:val="24"/>
        </w:rPr>
        <w:t>総</w:t>
      </w:r>
      <w:r w:rsidR="0016212E">
        <w:rPr>
          <w:rFonts w:hint="eastAsia"/>
          <w:kern w:val="0"/>
          <w:sz w:val="24"/>
        </w:rPr>
        <w:t xml:space="preserve"> </w:t>
      </w:r>
      <w:r w:rsidRPr="0016212E">
        <w:rPr>
          <w:rFonts w:hint="eastAsia"/>
          <w:kern w:val="0"/>
          <w:sz w:val="24"/>
        </w:rPr>
        <w:t>人</w:t>
      </w:r>
      <w:r w:rsidR="0016212E">
        <w:rPr>
          <w:rFonts w:hint="eastAsia"/>
          <w:kern w:val="0"/>
          <w:sz w:val="24"/>
        </w:rPr>
        <w:t xml:space="preserve"> </w:t>
      </w:r>
      <w:r w:rsidRPr="0016212E">
        <w:rPr>
          <w:rFonts w:hint="eastAsia"/>
          <w:kern w:val="0"/>
          <w:sz w:val="24"/>
        </w:rPr>
        <w:t>第</w:t>
      </w:r>
      <w:r w:rsidR="0016212E">
        <w:rPr>
          <w:rFonts w:hint="eastAsia"/>
          <w:kern w:val="0"/>
          <w:sz w:val="24"/>
        </w:rPr>
        <w:t xml:space="preserve"> </w:t>
      </w:r>
      <w:r w:rsidR="0016212E">
        <w:rPr>
          <w:rFonts w:hint="eastAsia"/>
          <w:kern w:val="0"/>
          <w:sz w:val="24"/>
        </w:rPr>
        <w:t>１０号</w:t>
      </w:r>
    </w:p>
    <w:p w14:paraId="1F618BB7" w14:textId="14FB6ABE" w:rsidR="000E5D2A" w:rsidRPr="0073098A" w:rsidRDefault="004C4CC1" w:rsidP="004C4CC1">
      <w:pPr>
        <w:spacing w:line="360" w:lineRule="exact"/>
        <w:ind w:leftChars="3800" w:left="7334"/>
        <w:jc w:val="right"/>
        <w:rPr>
          <w:kern w:val="0"/>
          <w:sz w:val="24"/>
        </w:rPr>
      </w:pPr>
      <w:r w:rsidRPr="0073098A">
        <w:rPr>
          <w:rFonts w:hint="eastAsia"/>
          <w:kern w:val="0"/>
          <w:sz w:val="24"/>
        </w:rPr>
        <w:t>令和</w:t>
      </w:r>
      <w:r w:rsidR="00BC1762" w:rsidRPr="0073098A">
        <w:rPr>
          <w:rFonts w:hint="eastAsia"/>
          <w:kern w:val="0"/>
          <w:sz w:val="24"/>
        </w:rPr>
        <w:t>５</w:t>
      </w:r>
      <w:r w:rsidRPr="0073098A">
        <w:rPr>
          <w:rFonts w:hint="eastAsia"/>
          <w:kern w:val="0"/>
          <w:sz w:val="24"/>
        </w:rPr>
        <w:t>年</w:t>
      </w:r>
      <w:r w:rsidR="00BC1762" w:rsidRPr="0073098A">
        <w:rPr>
          <w:rFonts w:hint="eastAsia"/>
          <w:kern w:val="0"/>
          <w:sz w:val="24"/>
        </w:rPr>
        <w:t>２</w:t>
      </w:r>
      <w:r w:rsidRPr="0073098A">
        <w:rPr>
          <w:rFonts w:hint="eastAsia"/>
          <w:kern w:val="0"/>
          <w:sz w:val="24"/>
        </w:rPr>
        <w:t>月</w:t>
      </w:r>
      <w:r w:rsidR="00A721E7">
        <w:rPr>
          <w:rFonts w:hint="eastAsia"/>
          <w:kern w:val="0"/>
          <w:sz w:val="24"/>
        </w:rPr>
        <w:t>１５</w:t>
      </w:r>
      <w:r w:rsidRPr="0073098A">
        <w:rPr>
          <w:kern w:val="0"/>
          <w:sz w:val="24"/>
        </w:rPr>
        <w:t>日</w:t>
      </w:r>
    </w:p>
    <w:p w14:paraId="7D84A081" w14:textId="77777777" w:rsidR="004C4CC1" w:rsidRPr="0073098A" w:rsidRDefault="004C4CC1" w:rsidP="004C4CC1">
      <w:pPr>
        <w:spacing w:line="360" w:lineRule="exact"/>
        <w:ind w:leftChars="3800" w:left="7334"/>
        <w:jc w:val="left"/>
        <w:rPr>
          <w:kern w:val="0"/>
          <w:sz w:val="24"/>
        </w:rPr>
      </w:pPr>
    </w:p>
    <w:p w14:paraId="7C39B608" w14:textId="77777777" w:rsidR="004E2685" w:rsidRPr="0073098A" w:rsidRDefault="004E2685" w:rsidP="004E2685">
      <w:pPr>
        <w:spacing w:line="360" w:lineRule="exact"/>
        <w:ind w:leftChars="200" w:left="386"/>
        <w:rPr>
          <w:spacing w:val="2"/>
          <w:sz w:val="24"/>
        </w:rPr>
      </w:pPr>
      <w:r w:rsidRPr="0073098A">
        <w:rPr>
          <w:rFonts w:hint="eastAsia"/>
          <w:sz w:val="24"/>
        </w:rPr>
        <w:t>各関係大学長</w:t>
      </w:r>
    </w:p>
    <w:p w14:paraId="4D0946D8" w14:textId="77777777" w:rsidR="004E2685" w:rsidRPr="0073098A" w:rsidRDefault="004E2685" w:rsidP="004E2685">
      <w:pPr>
        <w:spacing w:line="360" w:lineRule="exact"/>
        <w:ind w:leftChars="200" w:left="386"/>
        <w:rPr>
          <w:spacing w:val="2"/>
          <w:sz w:val="24"/>
        </w:rPr>
      </w:pPr>
      <w:r w:rsidRPr="0073098A">
        <w:rPr>
          <w:rFonts w:hint="eastAsia"/>
          <w:sz w:val="24"/>
        </w:rPr>
        <w:t>各関係学部長・学科長　　　　　　殿</w:t>
      </w:r>
    </w:p>
    <w:p w14:paraId="77EFA2B5" w14:textId="77777777" w:rsidR="004E2685" w:rsidRPr="0073098A" w:rsidRDefault="004E2685" w:rsidP="004E2685">
      <w:pPr>
        <w:spacing w:line="360" w:lineRule="exact"/>
        <w:ind w:leftChars="200" w:left="386"/>
        <w:rPr>
          <w:spacing w:val="2"/>
          <w:sz w:val="24"/>
        </w:rPr>
      </w:pPr>
      <w:r w:rsidRPr="0073098A">
        <w:rPr>
          <w:rFonts w:hint="eastAsia"/>
          <w:sz w:val="24"/>
        </w:rPr>
        <w:t>各関連研究機関並びに病院の長</w:t>
      </w:r>
    </w:p>
    <w:p w14:paraId="3F41FC94" w14:textId="77777777" w:rsidR="004E2685" w:rsidRPr="0073098A" w:rsidRDefault="004E2685" w:rsidP="004E2685">
      <w:pPr>
        <w:spacing w:line="360" w:lineRule="exact"/>
        <w:rPr>
          <w:spacing w:val="2"/>
          <w:sz w:val="24"/>
        </w:rPr>
      </w:pPr>
    </w:p>
    <w:p w14:paraId="6183994C" w14:textId="77777777" w:rsidR="004E2685" w:rsidRPr="0073098A" w:rsidRDefault="004E2685" w:rsidP="004E2685">
      <w:pPr>
        <w:spacing w:line="360" w:lineRule="exact"/>
        <w:ind w:leftChars="2700" w:left="5211"/>
        <w:rPr>
          <w:spacing w:val="2"/>
          <w:sz w:val="24"/>
        </w:rPr>
      </w:pPr>
      <w:r w:rsidRPr="0073098A">
        <w:rPr>
          <w:rFonts w:hint="eastAsia"/>
          <w:sz w:val="24"/>
        </w:rPr>
        <w:t>東北大学大学院医学系研究科長</w:t>
      </w:r>
    </w:p>
    <w:p w14:paraId="109CE928" w14:textId="77777777" w:rsidR="004E2685" w:rsidRPr="0073098A" w:rsidRDefault="00BF7FEE" w:rsidP="004E2685">
      <w:pPr>
        <w:spacing w:line="360" w:lineRule="exact"/>
        <w:ind w:leftChars="3400" w:left="6562"/>
        <w:rPr>
          <w:spacing w:val="2"/>
          <w:sz w:val="24"/>
        </w:rPr>
      </w:pPr>
      <w:r w:rsidRPr="0073098A">
        <w:rPr>
          <w:rFonts w:hint="eastAsia"/>
          <w:sz w:val="24"/>
        </w:rPr>
        <w:t>八</w:t>
      </w:r>
      <w:r w:rsidRPr="0073098A">
        <w:rPr>
          <w:rFonts w:hint="eastAsia"/>
          <w:sz w:val="24"/>
        </w:rPr>
        <w:t xml:space="preserve"> </w:t>
      </w:r>
      <w:r w:rsidRPr="0073098A">
        <w:rPr>
          <w:rFonts w:hint="eastAsia"/>
          <w:sz w:val="24"/>
        </w:rPr>
        <w:t>重</w:t>
      </w:r>
      <w:r w:rsidRPr="0073098A">
        <w:rPr>
          <w:rFonts w:hint="eastAsia"/>
          <w:sz w:val="24"/>
        </w:rPr>
        <w:t xml:space="preserve"> </w:t>
      </w:r>
      <w:r w:rsidRPr="0073098A">
        <w:rPr>
          <w:rFonts w:hint="eastAsia"/>
          <w:sz w:val="24"/>
        </w:rPr>
        <w:t>樫</w:t>
      </w:r>
      <w:r w:rsidR="00A94F42" w:rsidRPr="0073098A">
        <w:rPr>
          <w:rFonts w:hint="eastAsia"/>
          <w:sz w:val="24"/>
        </w:rPr>
        <w:t xml:space="preserve">　</w:t>
      </w:r>
      <w:r w:rsidR="004E2685" w:rsidRPr="0073098A">
        <w:rPr>
          <w:rFonts w:hint="eastAsia"/>
          <w:sz w:val="24"/>
        </w:rPr>
        <w:t xml:space="preserve">　</w:t>
      </w:r>
      <w:r w:rsidRPr="0073098A">
        <w:rPr>
          <w:rFonts w:hint="eastAsia"/>
          <w:sz w:val="24"/>
        </w:rPr>
        <w:t>伸　生</w:t>
      </w:r>
    </w:p>
    <w:p w14:paraId="6EA95043" w14:textId="77777777" w:rsidR="004E2685" w:rsidRPr="0073098A" w:rsidRDefault="004E2685" w:rsidP="004E2685">
      <w:pPr>
        <w:spacing w:line="360" w:lineRule="exact"/>
        <w:ind w:leftChars="3500" w:left="6755"/>
        <w:rPr>
          <w:spacing w:val="2"/>
          <w:sz w:val="24"/>
        </w:rPr>
      </w:pPr>
      <w:r w:rsidRPr="0073098A">
        <w:rPr>
          <w:rFonts w:hint="eastAsia"/>
          <w:spacing w:val="12"/>
          <w:kern w:val="0"/>
          <w:sz w:val="24"/>
          <w:fitText w:val="1561" w:id="1361286146"/>
        </w:rPr>
        <w:t>（公印省略</w:t>
      </w:r>
      <w:r w:rsidRPr="0073098A">
        <w:rPr>
          <w:rFonts w:hint="eastAsia"/>
          <w:kern w:val="0"/>
          <w:sz w:val="24"/>
          <w:fitText w:val="1561" w:id="1361286146"/>
        </w:rPr>
        <w:t>）</w:t>
      </w:r>
    </w:p>
    <w:p w14:paraId="70790509" w14:textId="77777777" w:rsidR="004E2685" w:rsidRPr="0073098A" w:rsidRDefault="004E2685" w:rsidP="004E2685">
      <w:pPr>
        <w:spacing w:line="360" w:lineRule="exact"/>
        <w:rPr>
          <w:spacing w:val="2"/>
          <w:sz w:val="24"/>
        </w:rPr>
      </w:pPr>
    </w:p>
    <w:p w14:paraId="6DC31D48" w14:textId="2858313F" w:rsidR="004E2685" w:rsidRPr="0073098A" w:rsidRDefault="008B1B8A" w:rsidP="00421001">
      <w:pPr>
        <w:spacing w:line="360" w:lineRule="exact"/>
        <w:jc w:val="center"/>
        <w:rPr>
          <w:spacing w:val="2"/>
          <w:sz w:val="24"/>
        </w:rPr>
      </w:pPr>
      <w:bookmarkStart w:id="0" w:name="OLE_LINK3"/>
      <w:r w:rsidRPr="0073098A">
        <w:rPr>
          <w:rFonts w:hint="eastAsia"/>
          <w:sz w:val="24"/>
        </w:rPr>
        <w:t>生体機能学講座</w:t>
      </w:r>
      <w:r w:rsidR="00A45261" w:rsidRPr="0073098A">
        <w:rPr>
          <w:rFonts w:hint="eastAsia"/>
          <w:sz w:val="24"/>
        </w:rPr>
        <w:t xml:space="preserve"> </w:t>
      </w:r>
      <w:bookmarkStart w:id="1" w:name="OLE_LINK1"/>
      <w:bookmarkStart w:id="2" w:name="OLE_LINK2"/>
      <w:r w:rsidRPr="0073098A">
        <w:rPr>
          <w:rFonts w:hint="eastAsia"/>
          <w:sz w:val="24"/>
        </w:rPr>
        <w:t>生体機能</w:t>
      </w:r>
      <w:r w:rsidR="0023485F" w:rsidRPr="0073098A">
        <w:rPr>
          <w:rFonts w:hint="eastAsia"/>
          <w:sz w:val="24"/>
        </w:rPr>
        <w:t>学</w:t>
      </w:r>
      <w:r w:rsidR="00A45261" w:rsidRPr="0073098A">
        <w:rPr>
          <w:rFonts w:hint="eastAsia"/>
          <w:sz w:val="24"/>
        </w:rPr>
        <w:t>分野教授候補者の公募について</w:t>
      </w:r>
      <w:bookmarkEnd w:id="1"/>
      <w:bookmarkEnd w:id="2"/>
      <w:r w:rsidR="004E2685" w:rsidRPr="0073098A">
        <w:rPr>
          <w:rFonts w:hint="eastAsia"/>
          <w:sz w:val="24"/>
        </w:rPr>
        <w:t>（依頼）</w:t>
      </w:r>
      <w:bookmarkEnd w:id="0"/>
    </w:p>
    <w:p w14:paraId="71474C76" w14:textId="77777777" w:rsidR="004E2685" w:rsidRPr="0073098A" w:rsidRDefault="004E2685" w:rsidP="004E2685">
      <w:pPr>
        <w:spacing w:line="360" w:lineRule="exact"/>
        <w:rPr>
          <w:spacing w:val="2"/>
          <w:sz w:val="24"/>
        </w:rPr>
      </w:pPr>
    </w:p>
    <w:p w14:paraId="574D4E11" w14:textId="77777777" w:rsidR="004E2685" w:rsidRPr="0073098A" w:rsidRDefault="004E2685" w:rsidP="004E2685">
      <w:pPr>
        <w:spacing w:line="360" w:lineRule="exact"/>
        <w:rPr>
          <w:spacing w:val="2"/>
          <w:sz w:val="24"/>
        </w:rPr>
      </w:pPr>
      <w:r w:rsidRPr="0073098A">
        <w:rPr>
          <w:rFonts w:hint="eastAsia"/>
          <w:sz w:val="24"/>
        </w:rPr>
        <w:t>謹啓　時下ますます御清祥のこととお慶び申し上げます。</w:t>
      </w:r>
    </w:p>
    <w:p w14:paraId="4BB8BE1D" w14:textId="2B5FE310" w:rsidR="00E75E09" w:rsidRPr="0073098A" w:rsidRDefault="00E75E09" w:rsidP="00732FC2">
      <w:pPr>
        <w:spacing w:line="360" w:lineRule="exact"/>
        <w:ind w:firstLineChars="100" w:firstLine="223"/>
        <w:rPr>
          <w:sz w:val="24"/>
        </w:rPr>
      </w:pPr>
      <w:r w:rsidRPr="0073098A">
        <w:rPr>
          <w:rFonts w:hint="eastAsia"/>
          <w:sz w:val="24"/>
        </w:rPr>
        <w:t>さて、この度、本研究科</w:t>
      </w:r>
      <w:r w:rsidR="008B1B8A" w:rsidRPr="0073098A">
        <w:rPr>
          <w:rFonts w:hint="eastAsia"/>
          <w:sz w:val="24"/>
        </w:rPr>
        <w:t>生体機能学講座</w:t>
      </w:r>
      <w:r w:rsidR="008B1B8A" w:rsidRPr="0073098A">
        <w:rPr>
          <w:rFonts w:hint="eastAsia"/>
          <w:sz w:val="24"/>
        </w:rPr>
        <w:t xml:space="preserve"> </w:t>
      </w:r>
      <w:r w:rsidR="008B1B8A" w:rsidRPr="0073098A">
        <w:rPr>
          <w:rFonts w:hint="eastAsia"/>
          <w:sz w:val="24"/>
        </w:rPr>
        <w:t>生体機能学分野を新設し、教授候補者を公募することになりました。</w:t>
      </w:r>
      <w:r w:rsidR="00421001" w:rsidRPr="0073098A">
        <w:rPr>
          <w:rFonts w:hint="eastAsia"/>
          <w:sz w:val="24"/>
        </w:rPr>
        <w:t xml:space="preserve"> </w:t>
      </w:r>
    </w:p>
    <w:p w14:paraId="09623382" w14:textId="485E419A" w:rsidR="00A45261" w:rsidRPr="0073098A" w:rsidRDefault="008B1B8A" w:rsidP="008B1B8A">
      <w:pPr>
        <w:spacing w:line="340" w:lineRule="exact"/>
        <w:ind w:firstLineChars="100" w:firstLine="223"/>
        <w:rPr>
          <w:sz w:val="24"/>
        </w:rPr>
      </w:pPr>
      <w:r w:rsidRPr="0073098A">
        <w:rPr>
          <w:rFonts w:hint="eastAsia"/>
          <w:color w:val="000000" w:themeColor="text1"/>
          <w:sz w:val="24"/>
        </w:rPr>
        <w:t>本分野教授は</w:t>
      </w:r>
      <w:r w:rsidRPr="007D7604">
        <w:rPr>
          <w:rFonts w:hint="eastAsia"/>
          <w:color w:val="000000" w:themeColor="text1"/>
          <w:sz w:val="24"/>
        </w:rPr>
        <w:t>、</w:t>
      </w:r>
      <w:r w:rsidR="0073098A" w:rsidRPr="007D7604">
        <w:rPr>
          <w:rFonts w:hint="eastAsia"/>
          <w:color w:val="000000" w:themeColor="text1"/>
          <w:sz w:val="24"/>
        </w:rPr>
        <w:t>基礎医学及び生命科学など</w:t>
      </w:r>
      <w:r w:rsidRPr="007D7604">
        <w:rPr>
          <w:rFonts w:hint="eastAsia"/>
          <w:sz w:val="24"/>
          <w:u w:color="FF0000"/>
        </w:rPr>
        <w:t>に</w:t>
      </w:r>
      <w:r w:rsidRPr="0073098A">
        <w:rPr>
          <w:rFonts w:hint="eastAsia"/>
          <w:sz w:val="24"/>
          <w:u w:color="FF0000"/>
        </w:rPr>
        <w:t>関する教育・研究を担当します。</w:t>
      </w:r>
    </w:p>
    <w:p w14:paraId="175EB4F5" w14:textId="77777777" w:rsidR="004E2685" w:rsidRPr="0073098A" w:rsidRDefault="00E75E09" w:rsidP="00FF37C3">
      <w:pPr>
        <w:spacing w:line="360" w:lineRule="exact"/>
        <w:ind w:firstLineChars="100" w:firstLine="223"/>
        <w:rPr>
          <w:spacing w:val="2"/>
          <w:sz w:val="24"/>
        </w:rPr>
      </w:pPr>
      <w:r w:rsidRPr="0073098A">
        <w:rPr>
          <w:rFonts w:hint="eastAsia"/>
          <w:sz w:val="24"/>
        </w:rPr>
        <w:t>つきましては、御多用中のところ誠に恐縮ではございますが、貴関係者に周知いただくとともに、適任者がおられましたら、ご推薦くださるよう併せてお願い申し上げます。</w:t>
      </w:r>
    </w:p>
    <w:p w14:paraId="2750CD5C" w14:textId="77777777" w:rsidR="004E2685" w:rsidRPr="0073098A" w:rsidRDefault="004E2685" w:rsidP="004E2685">
      <w:pPr>
        <w:spacing w:line="360" w:lineRule="exact"/>
        <w:jc w:val="right"/>
        <w:rPr>
          <w:spacing w:val="2"/>
          <w:sz w:val="24"/>
        </w:rPr>
      </w:pPr>
      <w:r w:rsidRPr="0073098A">
        <w:rPr>
          <w:rFonts w:hint="eastAsia"/>
          <w:sz w:val="24"/>
        </w:rPr>
        <w:t>謹白</w:t>
      </w:r>
    </w:p>
    <w:p w14:paraId="61E2F84B" w14:textId="77777777" w:rsidR="004E2685" w:rsidRPr="0073098A" w:rsidRDefault="004E2685" w:rsidP="004E2685">
      <w:pPr>
        <w:spacing w:line="360" w:lineRule="exact"/>
        <w:jc w:val="center"/>
        <w:rPr>
          <w:spacing w:val="2"/>
          <w:sz w:val="24"/>
        </w:rPr>
      </w:pPr>
      <w:r w:rsidRPr="0073098A">
        <w:rPr>
          <w:rFonts w:hint="eastAsia"/>
          <w:sz w:val="24"/>
        </w:rPr>
        <w:t>記</w:t>
      </w:r>
    </w:p>
    <w:p w14:paraId="5B5C4616" w14:textId="77777777" w:rsidR="004E2685" w:rsidRPr="0073098A" w:rsidRDefault="004E2685" w:rsidP="004E2685">
      <w:pPr>
        <w:spacing w:beforeLines="50" w:before="145" w:line="360" w:lineRule="exact"/>
        <w:rPr>
          <w:sz w:val="24"/>
        </w:rPr>
      </w:pPr>
      <w:r w:rsidRPr="0073098A">
        <w:rPr>
          <w:rFonts w:hint="eastAsia"/>
          <w:sz w:val="24"/>
        </w:rPr>
        <w:t>１．提出書類</w:t>
      </w:r>
    </w:p>
    <w:p w14:paraId="7DF9A8F5" w14:textId="77777777" w:rsidR="00141541" w:rsidRPr="0073098A" w:rsidRDefault="00141541" w:rsidP="00141541">
      <w:pPr>
        <w:spacing w:line="360" w:lineRule="exact"/>
        <w:ind w:leftChars="200" w:left="386"/>
        <w:rPr>
          <w:sz w:val="24"/>
        </w:rPr>
      </w:pPr>
      <w:r w:rsidRPr="0073098A">
        <w:rPr>
          <w:rFonts w:hint="eastAsia"/>
          <w:sz w:val="24"/>
        </w:rPr>
        <w:t>①推薦書・・・（</w:t>
      </w:r>
      <w:r w:rsidRPr="0073098A">
        <w:rPr>
          <w:rFonts w:hint="eastAsia"/>
          <w:sz w:val="24"/>
        </w:rPr>
        <w:t>A4</w:t>
      </w:r>
      <w:r w:rsidRPr="0073098A">
        <w:rPr>
          <w:rFonts w:hint="eastAsia"/>
          <w:sz w:val="24"/>
        </w:rPr>
        <w:t>版、様式任意、自薦も可）</w:t>
      </w:r>
    </w:p>
    <w:p w14:paraId="6DD3BF94" w14:textId="77777777" w:rsidR="00141541" w:rsidRPr="0073098A" w:rsidRDefault="00141541" w:rsidP="00141541">
      <w:pPr>
        <w:spacing w:line="360" w:lineRule="exact"/>
        <w:ind w:leftChars="200" w:left="386"/>
        <w:rPr>
          <w:sz w:val="24"/>
        </w:rPr>
      </w:pPr>
      <w:r w:rsidRPr="0073098A">
        <w:rPr>
          <w:rFonts w:hint="eastAsia"/>
          <w:sz w:val="24"/>
        </w:rPr>
        <w:t>②履歴書・・・（別紙様式参照）</w:t>
      </w:r>
    </w:p>
    <w:p w14:paraId="6F698547" w14:textId="22C9B29C" w:rsidR="00141541" w:rsidRPr="0073098A" w:rsidRDefault="00141541" w:rsidP="00141541">
      <w:pPr>
        <w:spacing w:line="360" w:lineRule="exact"/>
        <w:ind w:leftChars="200" w:left="386"/>
        <w:rPr>
          <w:sz w:val="24"/>
        </w:rPr>
      </w:pPr>
      <w:r w:rsidRPr="0073098A">
        <w:rPr>
          <w:rFonts w:hint="eastAsia"/>
          <w:sz w:val="24"/>
        </w:rPr>
        <w:t>③研究業績目録・・・（別紙様式参照、主要論文</w:t>
      </w:r>
      <w:r w:rsidRPr="0073098A">
        <w:rPr>
          <w:rFonts w:hint="eastAsia"/>
          <w:sz w:val="24"/>
        </w:rPr>
        <w:t>10</w:t>
      </w:r>
      <w:r w:rsidRPr="0073098A">
        <w:rPr>
          <w:rFonts w:hint="eastAsia"/>
          <w:sz w:val="24"/>
        </w:rPr>
        <w:t>編以内の別刷り各</w:t>
      </w:r>
      <w:r w:rsidRPr="0073098A">
        <w:rPr>
          <w:rFonts w:hint="eastAsia"/>
          <w:sz w:val="24"/>
        </w:rPr>
        <w:t>1</w:t>
      </w:r>
      <w:r w:rsidRPr="0073098A">
        <w:rPr>
          <w:rFonts w:hint="eastAsia"/>
          <w:sz w:val="24"/>
        </w:rPr>
        <w:t>部を添付）</w:t>
      </w:r>
    </w:p>
    <w:p w14:paraId="3E2AE004" w14:textId="77777777" w:rsidR="00141541" w:rsidRPr="0073098A" w:rsidRDefault="00141541" w:rsidP="00141541">
      <w:pPr>
        <w:spacing w:line="360" w:lineRule="exact"/>
        <w:ind w:leftChars="200" w:left="386"/>
        <w:rPr>
          <w:sz w:val="24"/>
        </w:rPr>
      </w:pPr>
      <w:r w:rsidRPr="0073098A">
        <w:rPr>
          <w:rFonts w:hint="eastAsia"/>
          <w:sz w:val="24"/>
        </w:rPr>
        <w:t>④教育業績目録・・・（別紙様式参照、関連学会における教育活動を含む）</w:t>
      </w:r>
    </w:p>
    <w:p w14:paraId="0DE0D099" w14:textId="77777777" w:rsidR="00141541" w:rsidRPr="0073098A" w:rsidRDefault="00141541" w:rsidP="00141541">
      <w:pPr>
        <w:spacing w:line="360" w:lineRule="exact"/>
        <w:ind w:leftChars="200" w:left="386"/>
        <w:rPr>
          <w:sz w:val="24"/>
        </w:rPr>
      </w:pPr>
      <w:r w:rsidRPr="0073098A">
        <w:rPr>
          <w:rFonts w:hint="eastAsia"/>
          <w:sz w:val="24"/>
        </w:rPr>
        <w:t>⑤競争的資金獲得状況・・・（別紙様式参照）</w:t>
      </w:r>
    </w:p>
    <w:p w14:paraId="04AF3A94" w14:textId="77777777" w:rsidR="00141541" w:rsidRPr="0073098A" w:rsidRDefault="00141541" w:rsidP="00141541">
      <w:pPr>
        <w:spacing w:line="360" w:lineRule="exact"/>
        <w:ind w:leftChars="200" w:left="386"/>
        <w:rPr>
          <w:sz w:val="24"/>
        </w:rPr>
      </w:pPr>
      <w:r w:rsidRPr="0073098A">
        <w:rPr>
          <w:rFonts w:hint="eastAsia"/>
          <w:sz w:val="24"/>
        </w:rPr>
        <w:t>⑥研究成果のまとめ・・・（様式任意：</w:t>
      </w:r>
      <w:r w:rsidRPr="0073098A">
        <w:rPr>
          <w:rFonts w:hint="eastAsia"/>
          <w:sz w:val="24"/>
        </w:rPr>
        <w:t>4,000</w:t>
      </w:r>
      <w:r w:rsidRPr="0073098A">
        <w:rPr>
          <w:rFonts w:hint="eastAsia"/>
          <w:sz w:val="24"/>
        </w:rPr>
        <w:t>字程度、産学連携・知財含む、図表も可）</w:t>
      </w:r>
    </w:p>
    <w:p w14:paraId="5166EDB2" w14:textId="7CB2BA01" w:rsidR="00141541" w:rsidRPr="0073098A" w:rsidRDefault="00141541" w:rsidP="00141541">
      <w:pPr>
        <w:spacing w:line="360" w:lineRule="exact"/>
        <w:ind w:leftChars="200" w:left="386"/>
        <w:rPr>
          <w:sz w:val="24"/>
        </w:rPr>
      </w:pPr>
      <w:r w:rsidRPr="0073098A">
        <w:rPr>
          <w:rFonts w:hint="eastAsia"/>
          <w:sz w:val="24"/>
        </w:rPr>
        <w:t>⑦教育・研究に対する抱負・・・（様式任意：</w:t>
      </w:r>
      <w:r w:rsidRPr="0073098A">
        <w:rPr>
          <w:rFonts w:hint="eastAsia"/>
          <w:sz w:val="24"/>
        </w:rPr>
        <w:t>4,000</w:t>
      </w:r>
      <w:r w:rsidRPr="0073098A">
        <w:rPr>
          <w:rFonts w:hint="eastAsia"/>
          <w:sz w:val="24"/>
        </w:rPr>
        <w:t>字程度、図表も可）</w:t>
      </w:r>
    </w:p>
    <w:p w14:paraId="74B9ACC3" w14:textId="77777777" w:rsidR="00A94F42" w:rsidRPr="0073098A" w:rsidRDefault="00A94F42" w:rsidP="00A94F42">
      <w:pPr>
        <w:spacing w:line="360" w:lineRule="exact"/>
        <w:ind w:leftChars="300" w:left="802" w:hangingChars="100" w:hanging="223"/>
        <w:rPr>
          <w:sz w:val="24"/>
        </w:rPr>
      </w:pPr>
      <w:r w:rsidRPr="0073098A">
        <w:rPr>
          <w:rFonts w:hint="eastAsia"/>
          <w:sz w:val="24"/>
        </w:rPr>
        <w:t>※</w:t>
      </w:r>
      <w:r w:rsidRPr="0073098A">
        <w:rPr>
          <w:rFonts w:hint="eastAsia"/>
          <w:sz w:val="24"/>
        </w:rPr>
        <w:t xml:space="preserve"> </w:t>
      </w:r>
      <w:r w:rsidRPr="0073098A">
        <w:rPr>
          <w:rFonts w:hint="eastAsia"/>
          <w:sz w:val="24"/>
        </w:rPr>
        <w:t>推薦書以外の提出書類は、</w:t>
      </w:r>
      <w:r w:rsidRPr="0073098A">
        <w:rPr>
          <w:rFonts w:hint="eastAsia"/>
          <w:sz w:val="24"/>
        </w:rPr>
        <w:t>CD-R</w:t>
      </w:r>
      <w:r w:rsidRPr="0073098A">
        <w:rPr>
          <w:rFonts w:hint="eastAsia"/>
          <w:sz w:val="24"/>
        </w:rPr>
        <w:t>等の電子媒体に</w:t>
      </w:r>
      <w:r w:rsidRPr="0073098A">
        <w:rPr>
          <w:rFonts w:hint="eastAsia"/>
          <w:sz w:val="24"/>
        </w:rPr>
        <w:t>PDF</w:t>
      </w:r>
      <w:r w:rsidRPr="0073098A">
        <w:rPr>
          <w:rFonts w:hint="eastAsia"/>
          <w:sz w:val="24"/>
        </w:rPr>
        <w:t>形式で保存の上、併せて提出願います。</w:t>
      </w:r>
    </w:p>
    <w:p w14:paraId="6D8374E1" w14:textId="77777777" w:rsidR="00A94F42" w:rsidRPr="0073098A" w:rsidRDefault="00A94F42" w:rsidP="00A94F42">
      <w:pPr>
        <w:spacing w:beforeLines="50" w:before="145" w:line="360" w:lineRule="exact"/>
        <w:rPr>
          <w:spacing w:val="2"/>
          <w:sz w:val="24"/>
        </w:rPr>
      </w:pPr>
      <w:r w:rsidRPr="0073098A">
        <w:rPr>
          <w:rFonts w:hint="eastAsia"/>
          <w:sz w:val="24"/>
        </w:rPr>
        <w:t>２．付記事項</w:t>
      </w:r>
    </w:p>
    <w:p w14:paraId="6727C037" w14:textId="77777777" w:rsidR="00A94F42" w:rsidRPr="0073098A" w:rsidRDefault="00A94F42" w:rsidP="00A94F42">
      <w:pPr>
        <w:spacing w:line="360" w:lineRule="exact"/>
        <w:ind w:leftChars="200" w:left="386"/>
        <w:rPr>
          <w:sz w:val="24"/>
        </w:rPr>
      </w:pPr>
      <w:r w:rsidRPr="0073098A">
        <w:rPr>
          <w:rFonts w:hint="eastAsia"/>
          <w:sz w:val="24"/>
        </w:rPr>
        <w:t xml:space="preserve">(1) </w:t>
      </w:r>
      <w:r w:rsidR="003247F8" w:rsidRPr="0073098A">
        <w:rPr>
          <w:rFonts w:hint="eastAsia"/>
          <w:sz w:val="24"/>
        </w:rPr>
        <w:t>博士</w:t>
      </w:r>
      <w:r w:rsidRPr="0073098A">
        <w:rPr>
          <w:rFonts w:hint="eastAsia"/>
          <w:sz w:val="24"/>
        </w:rPr>
        <w:t>の学位を有する者</w:t>
      </w:r>
    </w:p>
    <w:p w14:paraId="7B05EE25" w14:textId="77777777" w:rsidR="00141541" w:rsidRPr="0073098A" w:rsidRDefault="00141541" w:rsidP="00141541">
      <w:pPr>
        <w:spacing w:line="360" w:lineRule="exact"/>
        <w:ind w:leftChars="200" w:left="386"/>
        <w:rPr>
          <w:sz w:val="24"/>
        </w:rPr>
      </w:pPr>
      <w:r w:rsidRPr="0073098A">
        <w:rPr>
          <w:rFonts w:hint="eastAsia"/>
          <w:sz w:val="24"/>
        </w:rPr>
        <w:t>(2)</w:t>
      </w:r>
      <w:r w:rsidR="00732FC2" w:rsidRPr="0073098A">
        <w:rPr>
          <w:sz w:val="24"/>
        </w:rPr>
        <w:t xml:space="preserve"> </w:t>
      </w:r>
      <w:r w:rsidRPr="0073098A">
        <w:rPr>
          <w:rFonts w:hint="eastAsia"/>
          <w:sz w:val="24"/>
        </w:rPr>
        <w:t>大学の教員等の任期に関する法律に基づく任期あり（任期</w:t>
      </w:r>
      <w:r w:rsidRPr="0073098A">
        <w:rPr>
          <w:rFonts w:hint="eastAsia"/>
          <w:sz w:val="24"/>
        </w:rPr>
        <w:t>10</w:t>
      </w:r>
      <w:r w:rsidRPr="0073098A">
        <w:rPr>
          <w:rFonts w:hint="eastAsia"/>
          <w:sz w:val="24"/>
        </w:rPr>
        <w:t>年・再任可）</w:t>
      </w:r>
    </w:p>
    <w:p w14:paraId="2D8DFE6C" w14:textId="5D5E02BA" w:rsidR="004E2685" w:rsidRPr="0073098A" w:rsidRDefault="00A94F42" w:rsidP="00A94F42">
      <w:pPr>
        <w:spacing w:beforeLines="50" w:before="145" w:line="360" w:lineRule="exact"/>
        <w:rPr>
          <w:spacing w:val="2"/>
          <w:sz w:val="24"/>
        </w:rPr>
      </w:pPr>
      <w:r w:rsidRPr="0073098A">
        <w:rPr>
          <w:rFonts w:hint="eastAsia"/>
          <w:sz w:val="24"/>
        </w:rPr>
        <w:t>３</w:t>
      </w:r>
      <w:r w:rsidR="004E2685" w:rsidRPr="0073098A">
        <w:rPr>
          <w:rFonts w:hint="eastAsia"/>
          <w:sz w:val="24"/>
        </w:rPr>
        <w:t xml:space="preserve">．提出期限　</w:t>
      </w:r>
      <w:r w:rsidR="00AE717B" w:rsidRPr="007D7604">
        <w:rPr>
          <w:rFonts w:hint="eastAsia"/>
          <w:sz w:val="24"/>
        </w:rPr>
        <w:t>令和</w:t>
      </w:r>
      <w:r w:rsidR="008B1B8A" w:rsidRPr="007D7604">
        <w:rPr>
          <w:rFonts w:hint="eastAsia"/>
          <w:sz w:val="24"/>
        </w:rPr>
        <w:t>５</w:t>
      </w:r>
      <w:r w:rsidR="00626891" w:rsidRPr="007D7604">
        <w:rPr>
          <w:rFonts w:hint="eastAsia"/>
          <w:sz w:val="24"/>
        </w:rPr>
        <w:t>年</w:t>
      </w:r>
      <w:r w:rsidR="0073098A" w:rsidRPr="007D7604">
        <w:rPr>
          <w:rFonts w:hint="eastAsia"/>
          <w:sz w:val="24"/>
        </w:rPr>
        <w:t>５</w:t>
      </w:r>
      <w:r w:rsidR="004E2685" w:rsidRPr="007D7604">
        <w:rPr>
          <w:rFonts w:hint="eastAsia"/>
          <w:sz w:val="24"/>
        </w:rPr>
        <w:t>月</w:t>
      </w:r>
      <w:r w:rsidR="0073098A" w:rsidRPr="007D7604">
        <w:rPr>
          <w:rFonts w:hint="eastAsia"/>
          <w:sz w:val="24"/>
        </w:rPr>
        <w:t>１</w:t>
      </w:r>
      <w:r w:rsidR="004E2685" w:rsidRPr="007D7604">
        <w:rPr>
          <w:rFonts w:hint="eastAsia"/>
          <w:sz w:val="24"/>
        </w:rPr>
        <w:t>日（</w:t>
      </w:r>
      <w:r w:rsidR="0073098A" w:rsidRPr="007D7604">
        <w:rPr>
          <w:rFonts w:hint="eastAsia"/>
          <w:sz w:val="24"/>
        </w:rPr>
        <w:t>月</w:t>
      </w:r>
      <w:r w:rsidR="004E2685" w:rsidRPr="007D7604">
        <w:rPr>
          <w:rFonts w:hint="eastAsia"/>
          <w:sz w:val="24"/>
        </w:rPr>
        <w:t>）</w:t>
      </w:r>
      <w:r w:rsidR="004E2685" w:rsidRPr="0073098A">
        <w:rPr>
          <w:rFonts w:hint="eastAsia"/>
          <w:sz w:val="24"/>
        </w:rPr>
        <w:t>必着</w:t>
      </w:r>
    </w:p>
    <w:p w14:paraId="3B664E2D" w14:textId="619E2420" w:rsidR="004E2685" w:rsidRPr="0073098A" w:rsidRDefault="004E2685" w:rsidP="004E2685">
      <w:pPr>
        <w:spacing w:beforeLines="50" w:before="145" w:line="360" w:lineRule="exact"/>
        <w:rPr>
          <w:spacing w:val="2"/>
          <w:sz w:val="24"/>
        </w:rPr>
      </w:pPr>
      <w:r w:rsidRPr="0073098A">
        <w:rPr>
          <w:rFonts w:hint="eastAsia"/>
          <w:sz w:val="24"/>
        </w:rPr>
        <w:t xml:space="preserve">４．任用予定日　</w:t>
      </w:r>
      <w:r w:rsidR="00626891" w:rsidRPr="007D7604">
        <w:rPr>
          <w:rFonts w:hint="eastAsia"/>
          <w:sz w:val="24"/>
        </w:rPr>
        <w:t>令和</w:t>
      </w:r>
      <w:r w:rsidR="00EB7FDB" w:rsidRPr="007D7604">
        <w:rPr>
          <w:rFonts w:hint="eastAsia"/>
          <w:sz w:val="24"/>
        </w:rPr>
        <w:t>５</w:t>
      </w:r>
      <w:r w:rsidR="00626891" w:rsidRPr="007D7604">
        <w:rPr>
          <w:rFonts w:hint="eastAsia"/>
          <w:sz w:val="24"/>
        </w:rPr>
        <w:t>年</w:t>
      </w:r>
      <w:r w:rsidR="0073098A" w:rsidRPr="007D7604">
        <w:rPr>
          <w:rFonts w:hint="eastAsia"/>
          <w:sz w:val="24"/>
        </w:rPr>
        <w:t>１０</w:t>
      </w:r>
      <w:r w:rsidRPr="007D7604">
        <w:rPr>
          <w:rFonts w:hint="eastAsia"/>
          <w:sz w:val="24"/>
        </w:rPr>
        <w:t>月</w:t>
      </w:r>
      <w:r w:rsidR="00FF37C3" w:rsidRPr="007D7604">
        <w:rPr>
          <w:rFonts w:hint="eastAsia"/>
          <w:sz w:val="24"/>
        </w:rPr>
        <w:t>１</w:t>
      </w:r>
      <w:r w:rsidRPr="007D7604">
        <w:rPr>
          <w:rFonts w:hint="eastAsia"/>
          <w:sz w:val="24"/>
        </w:rPr>
        <w:t>日</w:t>
      </w:r>
    </w:p>
    <w:p w14:paraId="5ED1DF20" w14:textId="77777777" w:rsidR="004E2685" w:rsidRPr="0073098A" w:rsidRDefault="004E2685" w:rsidP="004E2685">
      <w:pPr>
        <w:spacing w:beforeLines="50" w:before="145" w:line="360" w:lineRule="exact"/>
        <w:rPr>
          <w:sz w:val="24"/>
        </w:rPr>
      </w:pPr>
      <w:r w:rsidRPr="0073098A">
        <w:rPr>
          <w:rFonts w:hint="eastAsia"/>
          <w:sz w:val="24"/>
        </w:rPr>
        <w:lastRenderedPageBreak/>
        <w:t>５．提出先</w:t>
      </w:r>
    </w:p>
    <w:p w14:paraId="3469B31B" w14:textId="77777777" w:rsidR="004E2685" w:rsidRPr="0073098A" w:rsidRDefault="004E2685" w:rsidP="004E2685">
      <w:pPr>
        <w:spacing w:line="360" w:lineRule="exact"/>
        <w:ind w:leftChars="200" w:left="386"/>
        <w:rPr>
          <w:spacing w:val="2"/>
          <w:sz w:val="24"/>
        </w:rPr>
      </w:pPr>
      <w:r w:rsidRPr="0073098A">
        <w:rPr>
          <w:rFonts w:hint="eastAsia"/>
          <w:sz w:val="24"/>
        </w:rPr>
        <w:t>〒</w:t>
      </w:r>
      <w:r w:rsidRPr="0073098A">
        <w:rPr>
          <w:rFonts w:hAnsi="ＭＳ 明朝"/>
          <w:sz w:val="24"/>
        </w:rPr>
        <w:t>980</w:t>
      </w:r>
      <w:r w:rsidRPr="0073098A">
        <w:rPr>
          <w:rFonts w:hint="eastAsia"/>
          <w:sz w:val="24"/>
        </w:rPr>
        <w:t>－</w:t>
      </w:r>
      <w:r w:rsidRPr="0073098A">
        <w:rPr>
          <w:rFonts w:hAnsi="ＭＳ 明朝"/>
          <w:sz w:val="24"/>
        </w:rPr>
        <w:t>8575</w:t>
      </w:r>
    </w:p>
    <w:p w14:paraId="5608DC89" w14:textId="77777777" w:rsidR="004E2685" w:rsidRPr="0073098A" w:rsidRDefault="004E2685" w:rsidP="004E2685">
      <w:pPr>
        <w:spacing w:line="360" w:lineRule="exact"/>
        <w:ind w:leftChars="200" w:left="386"/>
        <w:rPr>
          <w:spacing w:val="2"/>
          <w:sz w:val="24"/>
        </w:rPr>
      </w:pPr>
      <w:r w:rsidRPr="0073098A">
        <w:rPr>
          <w:rFonts w:hint="eastAsia"/>
          <w:sz w:val="24"/>
        </w:rPr>
        <w:t>仙台市青葉区星陵町２番１号　東北大学医学部・医学系研究科総務課人事係宛</w:t>
      </w:r>
    </w:p>
    <w:p w14:paraId="2D0169C8" w14:textId="77777777" w:rsidR="004E2685" w:rsidRPr="0073098A" w:rsidRDefault="004E2685" w:rsidP="004E2685">
      <w:pPr>
        <w:spacing w:line="360" w:lineRule="exact"/>
        <w:ind w:leftChars="300" w:left="579"/>
        <w:rPr>
          <w:spacing w:val="2"/>
          <w:sz w:val="24"/>
        </w:rPr>
      </w:pPr>
      <w:r w:rsidRPr="0073098A">
        <w:rPr>
          <w:rFonts w:hint="eastAsia"/>
          <w:sz w:val="24"/>
        </w:rPr>
        <w:t>※郵送の場合は、書留など記録が残る方法でお願いします。</w:t>
      </w:r>
    </w:p>
    <w:p w14:paraId="2A43FAB8" w14:textId="77777777" w:rsidR="004E2685" w:rsidRPr="0073098A" w:rsidRDefault="004E2685" w:rsidP="004E2685">
      <w:pPr>
        <w:spacing w:beforeLines="50" w:before="145" w:line="360" w:lineRule="exact"/>
        <w:rPr>
          <w:spacing w:val="2"/>
          <w:sz w:val="24"/>
        </w:rPr>
      </w:pPr>
      <w:r w:rsidRPr="0073098A">
        <w:rPr>
          <w:rFonts w:hint="eastAsia"/>
          <w:sz w:val="24"/>
        </w:rPr>
        <w:t>６．問い合わせ先</w:t>
      </w:r>
    </w:p>
    <w:p w14:paraId="0CF62F40" w14:textId="77777777" w:rsidR="004E2685" w:rsidRPr="0073098A" w:rsidRDefault="004E2685" w:rsidP="004E2685">
      <w:pPr>
        <w:spacing w:line="360" w:lineRule="exact"/>
        <w:ind w:leftChars="200" w:left="386"/>
        <w:rPr>
          <w:spacing w:val="2"/>
          <w:sz w:val="24"/>
        </w:rPr>
      </w:pPr>
      <w:r w:rsidRPr="0073098A">
        <w:rPr>
          <w:rFonts w:hint="eastAsia"/>
          <w:sz w:val="24"/>
        </w:rPr>
        <w:t>東北大学医学部・医学系研究科総務課人事係</w:t>
      </w:r>
    </w:p>
    <w:p w14:paraId="5B7F6BE3" w14:textId="77777777" w:rsidR="004E2685" w:rsidRPr="0073098A" w:rsidRDefault="004E2685" w:rsidP="004E2685">
      <w:pPr>
        <w:spacing w:line="360" w:lineRule="exact"/>
        <w:ind w:leftChars="200" w:left="386"/>
        <w:rPr>
          <w:sz w:val="24"/>
        </w:rPr>
      </w:pPr>
      <w:r w:rsidRPr="0073098A">
        <w:rPr>
          <w:sz w:val="24"/>
        </w:rPr>
        <w:t>TEL</w:t>
      </w:r>
      <w:r w:rsidRPr="0073098A">
        <w:rPr>
          <w:rFonts w:hint="eastAsia"/>
          <w:sz w:val="24"/>
        </w:rPr>
        <w:t xml:space="preserve">　</w:t>
      </w:r>
      <w:r w:rsidRPr="0073098A">
        <w:rPr>
          <w:rFonts w:cs="Century"/>
          <w:sz w:val="24"/>
        </w:rPr>
        <w:t>022-717-8004</w:t>
      </w:r>
      <w:r w:rsidRPr="0073098A">
        <w:rPr>
          <w:rFonts w:hint="eastAsia"/>
          <w:sz w:val="24"/>
        </w:rPr>
        <w:t xml:space="preserve">　</w:t>
      </w:r>
      <w:r w:rsidRPr="0073098A">
        <w:rPr>
          <w:rFonts w:cs="Century"/>
          <w:sz w:val="24"/>
        </w:rPr>
        <w:t>FAX</w:t>
      </w:r>
      <w:r w:rsidRPr="0073098A">
        <w:rPr>
          <w:rFonts w:hint="eastAsia"/>
          <w:sz w:val="24"/>
        </w:rPr>
        <w:t xml:space="preserve">　</w:t>
      </w:r>
      <w:r w:rsidRPr="0073098A">
        <w:rPr>
          <w:rFonts w:cs="Century"/>
          <w:sz w:val="24"/>
        </w:rPr>
        <w:t>022-717-</w:t>
      </w:r>
      <w:r w:rsidRPr="0073098A">
        <w:rPr>
          <w:rFonts w:cs="Century" w:hint="eastAsia"/>
          <w:sz w:val="24"/>
        </w:rPr>
        <w:t>8021</w:t>
      </w:r>
      <w:r w:rsidRPr="0073098A">
        <w:rPr>
          <w:rFonts w:hint="eastAsia"/>
          <w:sz w:val="24"/>
        </w:rPr>
        <w:t xml:space="preserve">　</w:t>
      </w:r>
      <w:r w:rsidRPr="0073098A">
        <w:rPr>
          <w:rFonts w:cs="Century"/>
          <w:sz w:val="24"/>
        </w:rPr>
        <w:t>Mail</w:t>
      </w:r>
      <w:r w:rsidRPr="0073098A">
        <w:rPr>
          <w:rFonts w:hint="eastAsia"/>
          <w:sz w:val="24"/>
        </w:rPr>
        <w:t xml:space="preserve">　</w:t>
      </w:r>
      <w:hyperlink r:id="rId7" w:history="1">
        <w:r w:rsidRPr="0073098A">
          <w:rPr>
            <w:rStyle w:val="a9"/>
            <w:rFonts w:cs="ＭＳ 明朝"/>
            <w:color w:val="auto"/>
            <w:kern w:val="0"/>
            <w:sz w:val="24"/>
          </w:rPr>
          <w:t>med-jin@grp.tohoku.ac.jp</w:t>
        </w:r>
      </w:hyperlink>
    </w:p>
    <w:p w14:paraId="425AC1CD" w14:textId="77777777" w:rsidR="004E2685" w:rsidRPr="0073098A" w:rsidRDefault="004E2685" w:rsidP="004E2685">
      <w:pPr>
        <w:spacing w:beforeLines="50" w:before="145" w:line="360" w:lineRule="exact"/>
        <w:rPr>
          <w:spacing w:val="2"/>
          <w:sz w:val="24"/>
        </w:rPr>
      </w:pPr>
      <w:r w:rsidRPr="0073098A">
        <w:rPr>
          <w:rFonts w:hint="eastAsia"/>
          <w:sz w:val="24"/>
        </w:rPr>
        <w:t>７．その他</w:t>
      </w:r>
    </w:p>
    <w:p w14:paraId="7E1B158E" w14:textId="72DFC970" w:rsidR="00361256" w:rsidRPr="0073098A" w:rsidRDefault="00361256" w:rsidP="00361256">
      <w:pPr>
        <w:spacing w:line="360" w:lineRule="exact"/>
        <w:ind w:leftChars="200" w:left="609" w:hangingChars="100" w:hanging="223"/>
        <w:rPr>
          <w:sz w:val="24"/>
        </w:rPr>
      </w:pPr>
      <w:r w:rsidRPr="0073098A">
        <w:rPr>
          <w:rFonts w:hint="eastAsia"/>
          <w:sz w:val="24"/>
        </w:rPr>
        <w:t>(1)</w:t>
      </w:r>
      <w:r w:rsidRPr="0073098A">
        <w:rPr>
          <w:sz w:val="24"/>
        </w:rPr>
        <w:t xml:space="preserve"> </w:t>
      </w:r>
      <w:r w:rsidRPr="0073098A">
        <w:rPr>
          <w:rFonts w:hint="eastAsia"/>
          <w:sz w:val="24"/>
        </w:rPr>
        <w:t>選考の過程で、プレゼンテーション、模擬講義等をお願いすることがあります。</w:t>
      </w:r>
    </w:p>
    <w:p w14:paraId="7016E617" w14:textId="77777777" w:rsidR="00361256" w:rsidRPr="0073098A" w:rsidRDefault="00361256" w:rsidP="00361256">
      <w:pPr>
        <w:spacing w:line="360" w:lineRule="exact"/>
        <w:ind w:leftChars="200" w:left="609" w:hangingChars="100" w:hanging="223"/>
        <w:rPr>
          <w:sz w:val="24"/>
        </w:rPr>
      </w:pPr>
      <w:r w:rsidRPr="0073098A">
        <w:rPr>
          <w:rFonts w:hint="eastAsia"/>
          <w:sz w:val="24"/>
        </w:rPr>
        <w:t xml:space="preserve">(2) </w:t>
      </w:r>
      <w:r w:rsidRPr="0073098A">
        <w:rPr>
          <w:rFonts w:hint="eastAsia"/>
          <w:sz w:val="24"/>
        </w:rPr>
        <w:t>選考の過程で、教育・研究等の現地視察に伺うことがあります。</w:t>
      </w:r>
    </w:p>
    <w:p w14:paraId="3985E3C9" w14:textId="77777777" w:rsidR="00361256" w:rsidRPr="0073098A" w:rsidRDefault="00361256" w:rsidP="00361256">
      <w:pPr>
        <w:spacing w:line="360" w:lineRule="exact"/>
        <w:ind w:leftChars="200" w:left="609" w:hangingChars="100" w:hanging="223"/>
        <w:rPr>
          <w:sz w:val="24"/>
        </w:rPr>
      </w:pPr>
      <w:r w:rsidRPr="0073098A">
        <w:rPr>
          <w:rFonts w:hint="eastAsia"/>
          <w:sz w:val="24"/>
        </w:rPr>
        <w:t xml:space="preserve">(3) </w:t>
      </w:r>
      <w:r w:rsidRPr="0073098A">
        <w:rPr>
          <w:rFonts w:hint="eastAsia"/>
          <w:sz w:val="24"/>
        </w:rPr>
        <w:t>提出書類は原則として返却いたしません。提出書類により取得する個人情報は、選考及び採用以外の目的には使用しません。</w:t>
      </w:r>
    </w:p>
    <w:p w14:paraId="6080715B" w14:textId="77777777" w:rsidR="00361256" w:rsidRPr="0073098A" w:rsidRDefault="00361256" w:rsidP="00361256">
      <w:pPr>
        <w:spacing w:line="360" w:lineRule="exact"/>
        <w:ind w:firstLineChars="100" w:firstLine="223"/>
        <w:rPr>
          <w:sz w:val="24"/>
        </w:rPr>
      </w:pPr>
      <w:r w:rsidRPr="0073098A">
        <w:rPr>
          <w:rFonts w:hint="eastAsia"/>
          <w:sz w:val="24"/>
        </w:rPr>
        <w:t>（</w:t>
      </w:r>
      <w:r w:rsidRPr="0073098A">
        <w:rPr>
          <w:rFonts w:hint="eastAsia"/>
          <w:sz w:val="24"/>
        </w:rPr>
        <w:t>4</w:t>
      </w:r>
      <w:r w:rsidRPr="0073098A">
        <w:rPr>
          <w:rFonts w:hint="eastAsia"/>
          <w:sz w:val="24"/>
        </w:rPr>
        <w:t>）東北大学は多様性、公正性、包摂性（</w:t>
      </w:r>
      <w:r w:rsidRPr="0073098A">
        <w:rPr>
          <w:rFonts w:hint="eastAsia"/>
          <w:sz w:val="24"/>
        </w:rPr>
        <w:t>Diversity, Equity &amp; Inclusion : DEI</w:t>
      </w:r>
      <w:r w:rsidRPr="0073098A">
        <w:rPr>
          <w:rFonts w:hint="eastAsia"/>
          <w:sz w:val="24"/>
        </w:rPr>
        <w:t>）を向上させる</w:t>
      </w:r>
    </w:p>
    <w:p w14:paraId="3A899A02" w14:textId="77777777" w:rsidR="00361256" w:rsidRPr="0073098A" w:rsidRDefault="00361256" w:rsidP="00361256">
      <w:pPr>
        <w:spacing w:line="360" w:lineRule="exact"/>
        <w:ind w:firstLineChars="250" w:firstLine="557"/>
        <w:rPr>
          <w:sz w:val="24"/>
        </w:rPr>
      </w:pPr>
      <w:r w:rsidRPr="0073098A">
        <w:rPr>
          <w:rFonts w:hint="eastAsia"/>
          <w:sz w:val="24"/>
        </w:rPr>
        <w:t>活動を推進しており、多様な人材の積極的な応募を歓迎します。</w:t>
      </w:r>
    </w:p>
    <w:p w14:paraId="4BE6126C" w14:textId="77777777" w:rsidR="00361256" w:rsidRPr="0073098A" w:rsidRDefault="00361256" w:rsidP="00361256">
      <w:pPr>
        <w:spacing w:line="360" w:lineRule="exact"/>
        <w:ind w:firstLineChars="400" w:firstLine="892"/>
        <w:rPr>
          <w:sz w:val="24"/>
        </w:rPr>
      </w:pPr>
      <w:r w:rsidRPr="0073098A">
        <w:rPr>
          <w:rFonts w:hint="eastAsia"/>
          <w:sz w:val="24"/>
        </w:rPr>
        <w:t>東北大学</w:t>
      </w:r>
      <w:r w:rsidRPr="0073098A">
        <w:rPr>
          <w:rFonts w:hint="eastAsia"/>
          <w:sz w:val="24"/>
        </w:rPr>
        <w:t>DEI</w:t>
      </w:r>
      <w:r w:rsidRPr="0073098A">
        <w:rPr>
          <w:rFonts w:hint="eastAsia"/>
          <w:sz w:val="24"/>
        </w:rPr>
        <w:t>推進宣言</w:t>
      </w:r>
      <w:r w:rsidRPr="0073098A">
        <w:rPr>
          <w:rFonts w:hint="eastAsia"/>
          <w:sz w:val="24"/>
        </w:rPr>
        <w:t>WEB</w:t>
      </w:r>
      <w:r w:rsidRPr="0073098A">
        <w:rPr>
          <w:rFonts w:hint="eastAsia"/>
          <w:sz w:val="24"/>
        </w:rPr>
        <w:t>ページ</w:t>
      </w:r>
      <w:r w:rsidRPr="0073098A">
        <w:rPr>
          <w:rFonts w:hint="eastAsia"/>
          <w:sz w:val="24"/>
        </w:rPr>
        <w:t xml:space="preserve"> </w:t>
      </w:r>
      <w:hyperlink r:id="rId8" w:history="1">
        <w:r w:rsidRPr="0073098A">
          <w:rPr>
            <w:rStyle w:val="a9"/>
            <w:rFonts w:hint="eastAsia"/>
            <w:sz w:val="24"/>
          </w:rPr>
          <w:t>http://tumug.tohoku.ac.jp/dei/</w:t>
        </w:r>
      </w:hyperlink>
    </w:p>
    <w:p w14:paraId="545D8EF4" w14:textId="77777777" w:rsidR="00361256" w:rsidRPr="0073098A" w:rsidRDefault="00361256" w:rsidP="00361256">
      <w:pPr>
        <w:spacing w:line="360" w:lineRule="exact"/>
        <w:ind w:leftChars="326" w:left="629" w:firstLineChars="100" w:firstLine="223"/>
        <w:rPr>
          <w:sz w:val="24"/>
        </w:rPr>
      </w:pPr>
      <w:r w:rsidRPr="0073098A">
        <w:rPr>
          <w:rFonts w:hint="eastAsia"/>
          <w:sz w:val="24"/>
        </w:rPr>
        <w:t>雇用の分野における男女の均等な機会及び待遇の確保等に関する法律第</w:t>
      </w:r>
      <w:r w:rsidRPr="0073098A">
        <w:rPr>
          <w:rFonts w:hint="eastAsia"/>
          <w:sz w:val="24"/>
        </w:rPr>
        <w:t>8</w:t>
      </w:r>
      <w:r w:rsidRPr="0073098A">
        <w:rPr>
          <w:rFonts w:hint="eastAsia"/>
          <w:sz w:val="24"/>
        </w:rPr>
        <w:t>条に基づき</w:t>
      </w:r>
      <w:r w:rsidRPr="0073098A">
        <w:rPr>
          <w:rFonts w:hint="eastAsia"/>
          <w:sz w:val="24"/>
        </w:rPr>
        <w:t xml:space="preserve"> </w:t>
      </w:r>
      <w:r w:rsidRPr="0073098A">
        <w:rPr>
          <w:rFonts w:hint="eastAsia"/>
          <w:sz w:val="24"/>
        </w:rPr>
        <w:t>女性教員の在籍率を改善するための措置として、公正な評価に基づき職務に必要とされている能力が同等と認められる場合は、女性を優先的に採用します。</w:t>
      </w:r>
    </w:p>
    <w:p w14:paraId="2441F8B0" w14:textId="77777777" w:rsidR="00361256" w:rsidRPr="0073098A" w:rsidRDefault="00361256" w:rsidP="00361256">
      <w:pPr>
        <w:spacing w:line="360" w:lineRule="exact"/>
        <w:ind w:leftChars="326" w:left="629" w:firstLineChars="100" w:firstLine="223"/>
        <w:rPr>
          <w:sz w:val="24"/>
        </w:rPr>
      </w:pPr>
      <w:r w:rsidRPr="0073098A">
        <w:rPr>
          <w:rFonts w:hint="eastAsia"/>
          <w:sz w:val="24"/>
        </w:rPr>
        <w:t>東北大学には全学教職員が利用できる川内けやき保育園（定員</w:t>
      </w:r>
      <w:r w:rsidRPr="0073098A">
        <w:rPr>
          <w:rFonts w:hint="eastAsia"/>
          <w:sz w:val="24"/>
        </w:rPr>
        <w:t>22</w:t>
      </w:r>
      <w:r w:rsidRPr="0073098A">
        <w:rPr>
          <w:rFonts w:hint="eastAsia"/>
          <w:sz w:val="24"/>
        </w:rPr>
        <w:t>名）、青葉山みどり保育園（定員</w:t>
      </w:r>
      <w:r w:rsidRPr="0073098A">
        <w:rPr>
          <w:rFonts w:hint="eastAsia"/>
          <w:sz w:val="24"/>
        </w:rPr>
        <w:t>116</w:t>
      </w:r>
      <w:r w:rsidRPr="0073098A">
        <w:rPr>
          <w:rFonts w:hint="eastAsia"/>
          <w:sz w:val="24"/>
        </w:rPr>
        <w:t>名）および、星陵地区の方が利用できる星の子保育園（定員</w:t>
      </w:r>
      <w:r w:rsidRPr="0073098A">
        <w:rPr>
          <w:rFonts w:hint="eastAsia"/>
          <w:sz w:val="24"/>
        </w:rPr>
        <w:t>120</w:t>
      </w:r>
      <w:r w:rsidRPr="0073098A">
        <w:rPr>
          <w:rFonts w:hint="eastAsia"/>
          <w:sz w:val="24"/>
        </w:rPr>
        <w:t>名）があり、全国の国立大学の事業所内保育施設として最大規模の保育環境が整っています。</w:t>
      </w:r>
    </w:p>
    <w:p w14:paraId="11EE4DCF" w14:textId="77777777" w:rsidR="00361256" w:rsidRPr="0073098A" w:rsidRDefault="00361256" w:rsidP="00361256">
      <w:pPr>
        <w:spacing w:line="360" w:lineRule="exact"/>
        <w:ind w:leftChars="300" w:left="579" w:firstLineChars="100" w:firstLine="223"/>
        <w:rPr>
          <w:sz w:val="24"/>
        </w:rPr>
      </w:pPr>
      <w:r w:rsidRPr="0073098A">
        <w:rPr>
          <w:rFonts w:hint="eastAsia"/>
          <w:sz w:val="24"/>
        </w:rPr>
        <w:t>また、大学病院内に軽症病児・病後児保育室もあり、全学教職員が利用できます。</w:t>
      </w:r>
    </w:p>
    <w:p w14:paraId="7E2BB7D1" w14:textId="77777777" w:rsidR="00361256" w:rsidRPr="0073098A" w:rsidRDefault="00361256" w:rsidP="00361256">
      <w:pPr>
        <w:spacing w:line="360" w:lineRule="exact"/>
        <w:ind w:leftChars="300" w:left="579" w:firstLineChars="100" w:firstLine="223"/>
        <w:rPr>
          <w:sz w:val="24"/>
        </w:rPr>
      </w:pPr>
      <w:r w:rsidRPr="0073098A">
        <w:rPr>
          <w:rFonts w:hint="eastAsia"/>
          <w:sz w:val="24"/>
        </w:rPr>
        <w:t>その他、本学の両立支援、研究支援等の詳細及び共同参画の取組については、下記</w:t>
      </w:r>
      <w:r w:rsidRPr="0073098A">
        <w:rPr>
          <w:rFonts w:hint="eastAsia"/>
          <w:sz w:val="24"/>
        </w:rPr>
        <w:t>URL</w:t>
      </w:r>
      <w:r w:rsidRPr="0073098A">
        <w:rPr>
          <w:rFonts w:hint="eastAsia"/>
          <w:sz w:val="24"/>
        </w:rPr>
        <w:t>をご覧ください。</w:t>
      </w:r>
    </w:p>
    <w:p w14:paraId="6E37C0EA" w14:textId="77777777" w:rsidR="00361256" w:rsidRPr="0073098A" w:rsidRDefault="00361256" w:rsidP="00361256">
      <w:pPr>
        <w:spacing w:line="360" w:lineRule="exact"/>
        <w:ind w:leftChars="300" w:left="579" w:firstLineChars="100" w:firstLine="223"/>
        <w:rPr>
          <w:sz w:val="24"/>
          <w:u w:val="single"/>
        </w:rPr>
      </w:pPr>
      <w:r w:rsidRPr="0073098A">
        <w:rPr>
          <w:rFonts w:hint="eastAsia"/>
          <w:sz w:val="24"/>
        </w:rPr>
        <w:t>男女共同参画推進センター</w:t>
      </w:r>
      <w:r w:rsidRPr="0073098A">
        <w:rPr>
          <w:rFonts w:hint="eastAsia"/>
          <w:sz w:val="24"/>
        </w:rPr>
        <w:t>WEB</w:t>
      </w:r>
      <w:r w:rsidRPr="0073098A">
        <w:rPr>
          <w:rFonts w:hint="eastAsia"/>
          <w:sz w:val="24"/>
        </w:rPr>
        <w:t>ページ</w:t>
      </w:r>
      <w:r w:rsidRPr="0073098A">
        <w:rPr>
          <w:rFonts w:hint="eastAsia"/>
          <w:sz w:val="24"/>
        </w:rPr>
        <w:t xml:space="preserve"> </w:t>
      </w:r>
      <w:hyperlink r:id="rId9" w:history="1">
        <w:r w:rsidRPr="0073098A">
          <w:rPr>
            <w:rStyle w:val="a9"/>
            <w:rFonts w:hint="eastAsia"/>
            <w:sz w:val="24"/>
          </w:rPr>
          <w:t>http://www.tumug.tohoku.ac.jp/</w:t>
        </w:r>
      </w:hyperlink>
    </w:p>
    <w:p w14:paraId="6BF0B1BD" w14:textId="77777777" w:rsidR="00361256" w:rsidRPr="00426C1F" w:rsidRDefault="00361256" w:rsidP="00361256">
      <w:pPr>
        <w:spacing w:line="360" w:lineRule="exact"/>
        <w:ind w:leftChars="300" w:left="579" w:firstLineChars="100" w:firstLine="223"/>
        <w:rPr>
          <w:sz w:val="24"/>
        </w:rPr>
      </w:pPr>
      <w:r w:rsidRPr="0073098A">
        <w:rPr>
          <w:rFonts w:hint="eastAsia"/>
          <w:sz w:val="24"/>
        </w:rPr>
        <w:t>人事企画部</w:t>
      </w:r>
      <w:r w:rsidRPr="0073098A">
        <w:rPr>
          <w:rFonts w:hint="eastAsia"/>
          <w:sz w:val="24"/>
        </w:rPr>
        <w:t>WEB</w:t>
      </w:r>
      <w:r w:rsidRPr="0073098A">
        <w:rPr>
          <w:rFonts w:hint="eastAsia"/>
          <w:sz w:val="24"/>
        </w:rPr>
        <w:t>ページ</w:t>
      </w:r>
      <w:r w:rsidRPr="0073098A">
        <w:rPr>
          <w:rFonts w:hint="eastAsia"/>
          <w:sz w:val="24"/>
        </w:rPr>
        <w:t xml:space="preserve"> </w:t>
      </w:r>
      <w:hyperlink r:id="rId10" w:history="1">
        <w:r w:rsidRPr="0073098A">
          <w:rPr>
            <w:rStyle w:val="a9"/>
            <w:rFonts w:hint="eastAsia"/>
            <w:sz w:val="24"/>
          </w:rPr>
          <w:t>https://c.bureau.tohoku.ac.jp/jinji-top/external/a-4-kosodate/</w:t>
        </w:r>
      </w:hyperlink>
    </w:p>
    <w:p w14:paraId="5CEED058" w14:textId="0BDF8CAF" w:rsidR="001B0027" w:rsidRPr="00361256" w:rsidRDefault="001B0027" w:rsidP="00361256">
      <w:pPr>
        <w:spacing w:line="360" w:lineRule="exact"/>
        <w:ind w:leftChars="200" w:left="609" w:hangingChars="100" w:hanging="223"/>
        <w:rPr>
          <w:sz w:val="24"/>
        </w:rPr>
      </w:pPr>
    </w:p>
    <w:sectPr w:rsidR="001B0027" w:rsidRPr="00361256" w:rsidSect="00727DF4">
      <w:pgSz w:w="11906" w:h="16838" w:code="9"/>
      <w:pgMar w:top="1701" w:right="1134" w:bottom="1134" w:left="1134" w:header="567" w:footer="567" w:gutter="0"/>
      <w:pgNumType w:start="1"/>
      <w:cols w:space="425"/>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AB754" w14:textId="77777777" w:rsidR="001758A6" w:rsidRDefault="001758A6" w:rsidP="00173749">
      <w:r>
        <w:separator/>
      </w:r>
    </w:p>
  </w:endnote>
  <w:endnote w:type="continuationSeparator" w:id="0">
    <w:p w14:paraId="2A297168" w14:textId="77777777" w:rsidR="001758A6" w:rsidRDefault="001758A6" w:rsidP="00173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平成明朝">
    <w:altName w:val="ＭＳ 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C63D6" w14:textId="77777777" w:rsidR="001758A6" w:rsidRDefault="001758A6" w:rsidP="00173749">
      <w:r>
        <w:separator/>
      </w:r>
    </w:p>
  </w:footnote>
  <w:footnote w:type="continuationSeparator" w:id="0">
    <w:p w14:paraId="1DECA446" w14:textId="77777777" w:rsidR="001758A6" w:rsidRDefault="001758A6" w:rsidP="001737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43E790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B053C38"/>
    <w:multiLevelType w:val="hybridMultilevel"/>
    <w:tmpl w:val="222C556A"/>
    <w:lvl w:ilvl="0" w:tplc="65060004">
      <w:start w:val="1"/>
      <w:numFmt w:val="decimalFullWidth"/>
      <w:lvlText w:val="%1．"/>
      <w:lvlJc w:val="left"/>
      <w:pPr>
        <w:tabs>
          <w:tab w:val="num" w:pos="482"/>
        </w:tabs>
        <w:ind w:left="482" w:hanging="480"/>
      </w:pPr>
      <w:rPr>
        <w:rFonts w:hint="default"/>
        <w:sz w:val="20"/>
      </w:rPr>
    </w:lvl>
    <w:lvl w:ilvl="1" w:tplc="58B21DD0">
      <w:start w:val="1"/>
      <w:numFmt w:val="decimalEnclosedCircle"/>
      <w:lvlText w:val="%2"/>
      <w:lvlJc w:val="left"/>
      <w:pPr>
        <w:tabs>
          <w:tab w:val="num" w:pos="782"/>
        </w:tabs>
        <w:ind w:left="782" w:hanging="360"/>
      </w:pPr>
      <w:rPr>
        <w:rFonts w:hint="default"/>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 w15:restartNumberingAfterBreak="0">
    <w:nsid w:val="7B205EB3"/>
    <w:multiLevelType w:val="hybridMultilevel"/>
    <w:tmpl w:val="A8FAFEBC"/>
    <w:lvl w:ilvl="0" w:tplc="0AF80FBA">
      <w:start w:val="1"/>
      <w:numFmt w:val="decimalFullWidth"/>
      <w:lvlText w:val="%1．"/>
      <w:lvlJc w:val="left"/>
      <w:pPr>
        <w:tabs>
          <w:tab w:val="num" w:pos="452"/>
        </w:tabs>
        <w:ind w:left="452" w:hanging="45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num w:numId="1" w16cid:durableId="1703549720">
    <w:abstractNumId w:val="1"/>
  </w:num>
  <w:num w:numId="2" w16cid:durableId="1808744480">
    <w:abstractNumId w:val="0"/>
  </w:num>
  <w:num w:numId="3" w16cid:durableId="1226935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749"/>
    <w:rsid w:val="00001429"/>
    <w:rsid w:val="0000292C"/>
    <w:rsid w:val="00016FB9"/>
    <w:rsid w:val="000204CA"/>
    <w:rsid w:val="00031765"/>
    <w:rsid w:val="00051B7F"/>
    <w:rsid w:val="00061FC6"/>
    <w:rsid w:val="000679FD"/>
    <w:rsid w:val="00072138"/>
    <w:rsid w:val="00077896"/>
    <w:rsid w:val="00080A7B"/>
    <w:rsid w:val="000949E6"/>
    <w:rsid w:val="000D6179"/>
    <w:rsid w:val="000E5D2A"/>
    <w:rsid w:val="00100782"/>
    <w:rsid w:val="001038A0"/>
    <w:rsid w:val="00122FBF"/>
    <w:rsid w:val="00124104"/>
    <w:rsid w:val="00131345"/>
    <w:rsid w:val="00133105"/>
    <w:rsid w:val="00141541"/>
    <w:rsid w:val="0014478F"/>
    <w:rsid w:val="00145AE7"/>
    <w:rsid w:val="0016212E"/>
    <w:rsid w:val="00173749"/>
    <w:rsid w:val="001745C0"/>
    <w:rsid w:val="001758A6"/>
    <w:rsid w:val="001A008B"/>
    <w:rsid w:val="001A1ABA"/>
    <w:rsid w:val="001B0027"/>
    <w:rsid w:val="001B1A69"/>
    <w:rsid w:val="001C5C11"/>
    <w:rsid w:val="001E58E3"/>
    <w:rsid w:val="00204892"/>
    <w:rsid w:val="00207D2B"/>
    <w:rsid w:val="00221C9E"/>
    <w:rsid w:val="00232D15"/>
    <w:rsid w:val="0023485F"/>
    <w:rsid w:val="002534CB"/>
    <w:rsid w:val="00260DF6"/>
    <w:rsid w:val="002667EE"/>
    <w:rsid w:val="00274A08"/>
    <w:rsid w:val="00274B54"/>
    <w:rsid w:val="00282346"/>
    <w:rsid w:val="002A3DEE"/>
    <w:rsid w:val="002B1674"/>
    <w:rsid w:val="002B18AD"/>
    <w:rsid w:val="002D1BC3"/>
    <w:rsid w:val="002D28B3"/>
    <w:rsid w:val="002E5FEF"/>
    <w:rsid w:val="002E7B23"/>
    <w:rsid w:val="00311DDB"/>
    <w:rsid w:val="0031732F"/>
    <w:rsid w:val="003247F8"/>
    <w:rsid w:val="00325EE2"/>
    <w:rsid w:val="0034177B"/>
    <w:rsid w:val="00352DA2"/>
    <w:rsid w:val="00357C3E"/>
    <w:rsid w:val="00361256"/>
    <w:rsid w:val="00364F51"/>
    <w:rsid w:val="003A17DA"/>
    <w:rsid w:val="003A2906"/>
    <w:rsid w:val="003A7E6A"/>
    <w:rsid w:val="003B52FB"/>
    <w:rsid w:val="003C7C80"/>
    <w:rsid w:val="003E2B50"/>
    <w:rsid w:val="003E5E75"/>
    <w:rsid w:val="0040367E"/>
    <w:rsid w:val="00404660"/>
    <w:rsid w:val="00421001"/>
    <w:rsid w:val="00421D42"/>
    <w:rsid w:val="00436140"/>
    <w:rsid w:val="00445DA1"/>
    <w:rsid w:val="004478A0"/>
    <w:rsid w:val="00466DA9"/>
    <w:rsid w:val="004877E4"/>
    <w:rsid w:val="004974CC"/>
    <w:rsid w:val="004A0AA7"/>
    <w:rsid w:val="004A313C"/>
    <w:rsid w:val="004A5D64"/>
    <w:rsid w:val="004B0632"/>
    <w:rsid w:val="004B0C4B"/>
    <w:rsid w:val="004B36D6"/>
    <w:rsid w:val="004B3C29"/>
    <w:rsid w:val="004C0D98"/>
    <w:rsid w:val="004C4CC1"/>
    <w:rsid w:val="004D0C65"/>
    <w:rsid w:val="004D1EF7"/>
    <w:rsid w:val="004E2685"/>
    <w:rsid w:val="004E5DDA"/>
    <w:rsid w:val="004F72D9"/>
    <w:rsid w:val="00512EA2"/>
    <w:rsid w:val="00531C40"/>
    <w:rsid w:val="00544226"/>
    <w:rsid w:val="0054795F"/>
    <w:rsid w:val="00554AD7"/>
    <w:rsid w:val="00554E07"/>
    <w:rsid w:val="0056433C"/>
    <w:rsid w:val="00570FE8"/>
    <w:rsid w:val="00582CBE"/>
    <w:rsid w:val="00584C44"/>
    <w:rsid w:val="005A6848"/>
    <w:rsid w:val="005A7109"/>
    <w:rsid w:val="005F3D29"/>
    <w:rsid w:val="0060784A"/>
    <w:rsid w:val="00617ADA"/>
    <w:rsid w:val="00626891"/>
    <w:rsid w:val="00626E43"/>
    <w:rsid w:val="0062707A"/>
    <w:rsid w:val="00633D63"/>
    <w:rsid w:val="00644AF3"/>
    <w:rsid w:val="00652878"/>
    <w:rsid w:val="00663F0A"/>
    <w:rsid w:val="00686036"/>
    <w:rsid w:val="00686922"/>
    <w:rsid w:val="006B4BC5"/>
    <w:rsid w:val="006B6BC7"/>
    <w:rsid w:val="006D1B72"/>
    <w:rsid w:val="006E225D"/>
    <w:rsid w:val="00700B83"/>
    <w:rsid w:val="00702983"/>
    <w:rsid w:val="007109B4"/>
    <w:rsid w:val="00713186"/>
    <w:rsid w:val="007248DE"/>
    <w:rsid w:val="00727DF4"/>
    <w:rsid w:val="0073098A"/>
    <w:rsid w:val="00732FC2"/>
    <w:rsid w:val="0073691C"/>
    <w:rsid w:val="007568BF"/>
    <w:rsid w:val="00761222"/>
    <w:rsid w:val="007B56F2"/>
    <w:rsid w:val="007B64D8"/>
    <w:rsid w:val="007B7F73"/>
    <w:rsid w:val="007C06D3"/>
    <w:rsid w:val="007D51C8"/>
    <w:rsid w:val="007D7604"/>
    <w:rsid w:val="007E6283"/>
    <w:rsid w:val="007E7D79"/>
    <w:rsid w:val="007F1140"/>
    <w:rsid w:val="007F361B"/>
    <w:rsid w:val="007F5DB9"/>
    <w:rsid w:val="00803650"/>
    <w:rsid w:val="00815BBE"/>
    <w:rsid w:val="008449EB"/>
    <w:rsid w:val="00847A87"/>
    <w:rsid w:val="00865DA7"/>
    <w:rsid w:val="008800B1"/>
    <w:rsid w:val="008866CF"/>
    <w:rsid w:val="008A104A"/>
    <w:rsid w:val="008A1B2A"/>
    <w:rsid w:val="008A1FBC"/>
    <w:rsid w:val="008A3E38"/>
    <w:rsid w:val="008B0C81"/>
    <w:rsid w:val="008B1B8A"/>
    <w:rsid w:val="008C3FC9"/>
    <w:rsid w:val="008D5BAC"/>
    <w:rsid w:val="008F0124"/>
    <w:rsid w:val="008F2E2C"/>
    <w:rsid w:val="008F775B"/>
    <w:rsid w:val="00900908"/>
    <w:rsid w:val="009039FA"/>
    <w:rsid w:val="0091093B"/>
    <w:rsid w:val="00910BE1"/>
    <w:rsid w:val="00924CB3"/>
    <w:rsid w:val="009269E1"/>
    <w:rsid w:val="009457A0"/>
    <w:rsid w:val="00945B8D"/>
    <w:rsid w:val="00956BAE"/>
    <w:rsid w:val="00960EDC"/>
    <w:rsid w:val="009712B8"/>
    <w:rsid w:val="009725B2"/>
    <w:rsid w:val="00992D65"/>
    <w:rsid w:val="0099413C"/>
    <w:rsid w:val="009A08F2"/>
    <w:rsid w:val="009B678D"/>
    <w:rsid w:val="009D29A5"/>
    <w:rsid w:val="009E2175"/>
    <w:rsid w:val="009E5707"/>
    <w:rsid w:val="009F3528"/>
    <w:rsid w:val="00A239D6"/>
    <w:rsid w:val="00A24774"/>
    <w:rsid w:val="00A24E68"/>
    <w:rsid w:val="00A33257"/>
    <w:rsid w:val="00A45261"/>
    <w:rsid w:val="00A47901"/>
    <w:rsid w:val="00A5685E"/>
    <w:rsid w:val="00A61954"/>
    <w:rsid w:val="00A721E7"/>
    <w:rsid w:val="00A86D8A"/>
    <w:rsid w:val="00A94F42"/>
    <w:rsid w:val="00AA1B12"/>
    <w:rsid w:val="00AC3BE9"/>
    <w:rsid w:val="00AC5A7F"/>
    <w:rsid w:val="00AC78E3"/>
    <w:rsid w:val="00AD6D3B"/>
    <w:rsid w:val="00AE717B"/>
    <w:rsid w:val="00AF56EE"/>
    <w:rsid w:val="00B05689"/>
    <w:rsid w:val="00B11D70"/>
    <w:rsid w:val="00B13CA3"/>
    <w:rsid w:val="00B26519"/>
    <w:rsid w:val="00B32502"/>
    <w:rsid w:val="00B52057"/>
    <w:rsid w:val="00B63A9E"/>
    <w:rsid w:val="00B65EB6"/>
    <w:rsid w:val="00B806C2"/>
    <w:rsid w:val="00B9110C"/>
    <w:rsid w:val="00BA5C33"/>
    <w:rsid w:val="00BB1869"/>
    <w:rsid w:val="00BC1762"/>
    <w:rsid w:val="00BC5E13"/>
    <w:rsid w:val="00BC7E21"/>
    <w:rsid w:val="00BD77AF"/>
    <w:rsid w:val="00BE7873"/>
    <w:rsid w:val="00BF1CA7"/>
    <w:rsid w:val="00BF7450"/>
    <w:rsid w:val="00BF7B7C"/>
    <w:rsid w:val="00BF7FEE"/>
    <w:rsid w:val="00C147A9"/>
    <w:rsid w:val="00C20BC1"/>
    <w:rsid w:val="00C26B4A"/>
    <w:rsid w:val="00C33013"/>
    <w:rsid w:val="00C3689C"/>
    <w:rsid w:val="00C751E3"/>
    <w:rsid w:val="00C75C0E"/>
    <w:rsid w:val="00C77712"/>
    <w:rsid w:val="00C8139B"/>
    <w:rsid w:val="00CB115D"/>
    <w:rsid w:val="00CC3852"/>
    <w:rsid w:val="00CE683A"/>
    <w:rsid w:val="00CF10D4"/>
    <w:rsid w:val="00CF56E0"/>
    <w:rsid w:val="00CF58C8"/>
    <w:rsid w:val="00D03E2C"/>
    <w:rsid w:val="00D0422D"/>
    <w:rsid w:val="00D21DD7"/>
    <w:rsid w:val="00D31FAF"/>
    <w:rsid w:val="00D6694B"/>
    <w:rsid w:val="00D76FCA"/>
    <w:rsid w:val="00D97DEA"/>
    <w:rsid w:val="00DC02B7"/>
    <w:rsid w:val="00DC0314"/>
    <w:rsid w:val="00DC6204"/>
    <w:rsid w:val="00DD1833"/>
    <w:rsid w:val="00DD2722"/>
    <w:rsid w:val="00DE6320"/>
    <w:rsid w:val="00DE7650"/>
    <w:rsid w:val="00DF66A4"/>
    <w:rsid w:val="00E0467A"/>
    <w:rsid w:val="00E10037"/>
    <w:rsid w:val="00E13608"/>
    <w:rsid w:val="00E170D6"/>
    <w:rsid w:val="00E45F48"/>
    <w:rsid w:val="00E667BE"/>
    <w:rsid w:val="00E75E09"/>
    <w:rsid w:val="00E90828"/>
    <w:rsid w:val="00E940F9"/>
    <w:rsid w:val="00EB1E3B"/>
    <w:rsid w:val="00EB389F"/>
    <w:rsid w:val="00EB7FDB"/>
    <w:rsid w:val="00EF1429"/>
    <w:rsid w:val="00EF689F"/>
    <w:rsid w:val="00F038A0"/>
    <w:rsid w:val="00F32779"/>
    <w:rsid w:val="00F3688C"/>
    <w:rsid w:val="00F44FCF"/>
    <w:rsid w:val="00F46BDB"/>
    <w:rsid w:val="00F5261E"/>
    <w:rsid w:val="00F65C6F"/>
    <w:rsid w:val="00F72FC2"/>
    <w:rsid w:val="00F8369E"/>
    <w:rsid w:val="00FA1F93"/>
    <w:rsid w:val="00FC77AF"/>
    <w:rsid w:val="00FD3DFC"/>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417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374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3749"/>
    <w:pPr>
      <w:tabs>
        <w:tab w:val="center" w:pos="4252"/>
        <w:tab w:val="right" w:pos="8504"/>
      </w:tabs>
      <w:snapToGrid w:val="0"/>
    </w:pPr>
  </w:style>
  <w:style w:type="character" w:customStyle="1" w:styleId="a4">
    <w:name w:val="ヘッダー (文字)"/>
    <w:link w:val="a3"/>
    <w:uiPriority w:val="99"/>
    <w:rsid w:val="00173749"/>
    <w:rPr>
      <w:rFonts w:ascii="Century" w:eastAsia="ＭＳ 明朝" w:hAnsi="Century" w:cs="Times New Roman"/>
      <w:szCs w:val="24"/>
    </w:rPr>
  </w:style>
  <w:style w:type="paragraph" w:styleId="a5">
    <w:name w:val="footer"/>
    <w:basedOn w:val="a"/>
    <w:link w:val="a6"/>
    <w:uiPriority w:val="99"/>
    <w:unhideWhenUsed/>
    <w:rsid w:val="00173749"/>
    <w:pPr>
      <w:tabs>
        <w:tab w:val="center" w:pos="4252"/>
        <w:tab w:val="right" w:pos="8504"/>
      </w:tabs>
      <w:snapToGrid w:val="0"/>
    </w:pPr>
  </w:style>
  <w:style w:type="character" w:customStyle="1" w:styleId="a6">
    <w:name w:val="フッター (文字)"/>
    <w:link w:val="a5"/>
    <w:uiPriority w:val="99"/>
    <w:rsid w:val="00173749"/>
    <w:rPr>
      <w:rFonts w:ascii="Century" w:eastAsia="ＭＳ 明朝" w:hAnsi="Century" w:cs="Times New Roman"/>
      <w:szCs w:val="24"/>
    </w:rPr>
  </w:style>
  <w:style w:type="table" w:styleId="a7">
    <w:name w:val="Table Grid"/>
    <w:basedOn w:val="a1"/>
    <w:uiPriority w:val="59"/>
    <w:rsid w:val="001737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Salutation"/>
    <w:basedOn w:val="a"/>
    <w:next w:val="a"/>
    <w:rsid w:val="00C77712"/>
    <w:rPr>
      <w:rFonts w:ascii="Times" w:eastAsia="平成明朝" w:hAnsi="Times"/>
      <w:sz w:val="20"/>
      <w:szCs w:val="20"/>
    </w:rPr>
  </w:style>
  <w:style w:type="character" w:styleId="a9">
    <w:name w:val="Hyperlink"/>
    <w:rsid w:val="00C77712"/>
    <w:rPr>
      <w:color w:val="0000FF"/>
      <w:u w:val="single"/>
    </w:rPr>
  </w:style>
  <w:style w:type="paragraph" w:styleId="aa">
    <w:name w:val="Date"/>
    <w:basedOn w:val="a"/>
    <w:next w:val="a"/>
    <w:link w:val="ab"/>
    <w:uiPriority w:val="99"/>
    <w:unhideWhenUsed/>
    <w:rsid w:val="00FC77AF"/>
    <w:rPr>
      <w:rFonts w:ascii="ＭＳ 明朝" w:cs="ＭＳ 明朝"/>
      <w:color w:val="000000"/>
      <w:kern w:val="0"/>
      <w:sz w:val="24"/>
    </w:rPr>
  </w:style>
  <w:style w:type="character" w:customStyle="1" w:styleId="ab">
    <w:name w:val="日付 (文字)"/>
    <w:link w:val="aa"/>
    <w:uiPriority w:val="99"/>
    <w:rsid w:val="00FC77AF"/>
    <w:rPr>
      <w:rFonts w:ascii="ＭＳ 明朝" w:cs="ＭＳ 明朝"/>
      <w:color w:val="000000"/>
      <w:sz w:val="24"/>
      <w:szCs w:val="24"/>
    </w:rPr>
  </w:style>
  <w:style w:type="character" w:styleId="ac">
    <w:name w:val="FollowedHyperlink"/>
    <w:uiPriority w:val="99"/>
    <w:semiHidden/>
    <w:unhideWhenUsed/>
    <w:rsid w:val="00B65EB6"/>
    <w:rPr>
      <w:color w:val="800080"/>
      <w:u w:val="single"/>
    </w:rPr>
  </w:style>
  <w:style w:type="paragraph" w:styleId="ad">
    <w:name w:val="Balloon Text"/>
    <w:basedOn w:val="a"/>
    <w:link w:val="ae"/>
    <w:uiPriority w:val="99"/>
    <w:semiHidden/>
    <w:unhideWhenUsed/>
    <w:rsid w:val="00100782"/>
    <w:rPr>
      <w:rFonts w:ascii="Arial" w:eastAsia="ＭＳ ゴシック" w:hAnsi="Arial"/>
      <w:sz w:val="18"/>
      <w:szCs w:val="18"/>
    </w:rPr>
  </w:style>
  <w:style w:type="character" w:customStyle="1" w:styleId="ae">
    <w:name w:val="吹き出し (文字)"/>
    <w:link w:val="ad"/>
    <w:uiPriority w:val="99"/>
    <w:semiHidden/>
    <w:rsid w:val="00100782"/>
    <w:rPr>
      <w:rFonts w:ascii="Arial" w:eastAsia="ＭＳ ゴシック" w:hAnsi="Arial" w:cs="Times New Roman"/>
      <w:kern w:val="2"/>
      <w:sz w:val="18"/>
      <w:szCs w:val="18"/>
    </w:rPr>
  </w:style>
  <w:style w:type="character" w:styleId="af">
    <w:name w:val="Unresolved Mention"/>
    <w:basedOn w:val="a0"/>
    <w:uiPriority w:val="99"/>
    <w:semiHidden/>
    <w:unhideWhenUsed/>
    <w:rsid w:val="008B1B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415245">
      <w:bodyDiv w:val="1"/>
      <w:marLeft w:val="0"/>
      <w:marRight w:val="0"/>
      <w:marTop w:val="0"/>
      <w:marBottom w:val="0"/>
      <w:divBdr>
        <w:top w:val="none" w:sz="0" w:space="0" w:color="auto"/>
        <w:left w:val="none" w:sz="0" w:space="0" w:color="auto"/>
        <w:bottom w:val="none" w:sz="0" w:space="0" w:color="auto"/>
        <w:right w:val="none" w:sz="0" w:space="0" w:color="auto"/>
      </w:divBdr>
    </w:div>
    <w:div w:id="2034766719">
      <w:bodyDiv w:val="1"/>
      <w:marLeft w:val="0"/>
      <w:marRight w:val="0"/>
      <w:marTop w:val="0"/>
      <w:marBottom w:val="0"/>
      <w:divBdr>
        <w:top w:val="none" w:sz="0" w:space="0" w:color="auto"/>
        <w:left w:val="none" w:sz="0" w:space="0" w:color="auto"/>
        <w:bottom w:val="none" w:sz="0" w:space="0" w:color="auto"/>
        <w:right w:val="none" w:sz="0" w:space="0" w:color="auto"/>
      </w:divBdr>
      <w:divsChild>
        <w:div w:id="952247263">
          <w:marLeft w:val="0"/>
          <w:marRight w:val="0"/>
          <w:marTop w:val="0"/>
          <w:marBottom w:val="0"/>
          <w:divBdr>
            <w:top w:val="none" w:sz="0" w:space="0" w:color="auto"/>
            <w:left w:val="none" w:sz="0" w:space="0" w:color="auto"/>
            <w:bottom w:val="none" w:sz="0" w:space="0" w:color="auto"/>
            <w:right w:val="none" w:sz="0" w:space="0" w:color="auto"/>
          </w:divBdr>
        </w:div>
        <w:div w:id="268202786">
          <w:marLeft w:val="0"/>
          <w:marRight w:val="0"/>
          <w:marTop w:val="0"/>
          <w:marBottom w:val="0"/>
          <w:divBdr>
            <w:top w:val="none" w:sz="0" w:space="0" w:color="auto"/>
            <w:left w:val="none" w:sz="0" w:space="0" w:color="auto"/>
            <w:bottom w:val="none" w:sz="0" w:space="0" w:color="auto"/>
            <w:right w:val="none" w:sz="0" w:space="0" w:color="auto"/>
          </w:divBdr>
          <w:divsChild>
            <w:div w:id="1093938908">
              <w:marLeft w:val="0"/>
              <w:marRight w:val="0"/>
              <w:marTop w:val="0"/>
              <w:marBottom w:val="0"/>
              <w:divBdr>
                <w:top w:val="none" w:sz="0" w:space="0" w:color="auto"/>
                <w:left w:val="none" w:sz="0" w:space="0" w:color="auto"/>
                <w:bottom w:val="none" w:sz="0" w:space="0" w:color="auto"/>
                <w:right w:val="none" w:sz="0" w:space="0" w:color="auto"/>
              </w:divBdr>
            </w:div>
            <w:div w:id="119650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umug.tohoku.ac.jp/dei/" TargetMode="External"/><Relationship Id="rId3" Type="http://schemas.openxmlformats.org/officeDocument/2006/relationships/settings" Target="settings.xml"/><Relationship Id="rId7" Type="http://schemas.openxmlformats.org/officeDocument/2006/relationships/hyperlink" Target="mailto:med-jin@grp.tohoku.ac.j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c.bureau.tohoku.ac.jp/jinji-top/external/a-4-kosodate/" TargetMode="External"/><Relationship Id="rId4" Type="http://schemas.openxmlformats.org/officeDocument/2006/relationships/webSettings" Target="webSettings.xml"/><Relationship Id="rId9" Type="http://schemas.openxmlformats.org/officeDocument/2006/relationships/hyperlink" Target="http://www.tumug.tohoku.ac.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271</Words>
  <Characters>1550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1818</CharactersWithSpaces>
  <SharedDoc>false</SharedDoc>
  <HLinks>
    <vt:vector size="12" baseType="variant">
      <vt:variant>
        <vt:i4>6422574</vt:i4>
      </vt:variant>
      <vt:variant>
        <vt:i4>3</vt:i4>
      </vt:variant>
      <vt:variant>
        <vt:i4>0</vt:i4>
      </vt:variant>
      <vt:variant>
        <vt:i4>5</vt:i4>
      </vt:variant>
      <vt:variant>
        <vt:lpwstr>http://www.bureau.tohoku.ac.jp/danjyo/</vt:lpwstr>
      </vt:variant>
      <vt:variant>
        <vt:lpwstr/>
      </vt:variant>
      <vt:variant>
        <vt:i4>2621517</vt:i4>
      </vt:variant>
      <vt:variant>
        <vt:i4>0</vt:i4>
      </vt:variant>
      <vt:variant>
        <vt:i4>0</vt:i4>
      </vt:variant>
      <vt:variant>
        <vt:i4>5</vt:i4>
      </vt:variant>
      <vt:variant>
        <vt:lpwstr>mailto:med-jin@grp.tohoku.ac.jp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2023-02-15T05:43:00Z</dcterms:created>
  <dcterms:modified xsi:type="dcterms:W3CDTF">2023-02-15T05:43:00Z</dcterms:modified>
</cp:coreProperties>
</file>